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2981">
        <w:rPr>
          <w:rFonts w:ascii="Arial" w:hAnsi="Arial" w:cs="Arial"/>
          <w:b/>
          <w:caps/>
          <w:sz w:val="28"/>
          <w:szCs w:val="28"/>
        </w:rPr>
        <w:t>3</w:t>
      </w:r>
      <w:r w:rsidR="004827EA">
        <w:rPr>
          <w:rFonts w:ascii="Arial" w:hAnsi="Arial" w:cs="Arial"/>
          <w:b/>
          <w:caps/>
          <w:sz w:val="28"/>
          <w:szCs w:val="28"/>
        </w:rPr>
        <w:t>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5073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D543D" w:rsidP="00286B5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5B2B08">
              <w:rPr>
                <w:rFonts w:ascii="Arial" w:hAnsi="Arial" w:cs="Arial"/>
                <w:sz w:val="20"/>
                <w:szCs w:val="20"/>
              </w:rPr>
              <w:t>Congratula</w:t>
            </w:r>
            <w:r>
              <w:rPr>
                <w:rFonts w:ascii="Arial" w:hAnsi="Arial" w:cs="Arial"/>
                <w:sz w:val="20"/>
                <w:szCs w:val="20"/>
              </w:rPr>
              <w:t>tória a</w:t>
            </w:r>
            <w:r w:rsidR="00345836">
              <w:rPr>
                <w:rFonts w:ascii="Arial" w:hAnsi="Arial" w:cs="Arial"/>
                <w:sz w:val="20"/>
                <w:szCs w:val="20"/>
              </w:rPr>
              <w:t>o</w:t>
            </w:r>
            <w:r w:rsidR="00FD0543">
              <w:rPr>
                <w:rFonts w:ascii="Arial" w:hAnsi="Arial" w:cs="Arial"/>
                <w:sz w:val="20"/>
                <w:szCs w:val="20"/>
              </w:rPr>
              <w:t>s</w:t>
            </w:r>
            <w:r w:rsidR="003458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0543">
              <w:rPr>
                <w:rFonts w:ascii="Arial" w:hAnsi="Arial" w:cs="Arial"/>
                <w:sz w:val="20"/>
                <w:szCs w:val="20"/>
              </w:rPr>
              <w:t xml:space="preserve">atletas do </w:t>
            </w:r>
            <w:r w:rsidR="00286B59">
              <w:rPr>
                <w:rFonts w:ascii="Arial" w:hAnsi="Arial" w:cs="Arial"/>
                <w:sz w:val="20"/>
                <w:szCs w:val="20"/>
              </w:rPr>
              <w:t xml:space="preserve">Clube Rodoviário de Judô, na pessoa do Senhor Paulo Graça, pelos excelentes resultados obtidos no Campeonato Regional de Judô, disputado na cidade de Santa Branca, em 5 de agosto </w:t>
            </w:r>
            <w:proofErr w:type="gramStart"/>
            <w:r w:rsidR="00286B59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DC7BD9" w:rsidRDefault="005A03FA" w:rsidP="004C6E7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F7497" w:rsidRPr="00DC7BD9" w:rsidRDefault="00F453AC" w:rsidP="004C6E73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C7BD9">
        <w:rPr>
          <w:rFonts w:ascii="Arial" w:hAnsi="Arial" w:cs="Arial"/>
          <w:b/>
          <w:sz w:val="23"/>
          <w:szCs w:val="23"/>
        </w:rPr>
        <w:t>REQUEREMOS</w:t>
      </w:r>
      <w:r w:rsidR="003F7497" w:rsidRPr="00DC7BD9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="003F7497" w:rsidRPr="00DC7BD9">
          <w:rPr>
            <w:rFonts w:ascii="Arial" w:hAnsi="Arial" w:cs="Arial"/>
            <w:sz w:val="23"/>
            <w:szCs w:val="23"/>
          </w:rPr>
          <w:t>formalidades</w:t>
        </w:r>
      </w:smartTag>
      <w:r w:rsidR="003F7497" w:rsidRPr="00DC7BD9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3F7497" w:rsidRPr="00DC7BD9">
          <w:rPr>
            <w:rFonts w:ascii="Arial" w:hAnsi="Arial" w:cs="Arial"/>
            <w:sz w:val="23"/>
            <w:szCs w:val="23"/>
          </w:rPr>
          <w:t>regimentais</w:t>
        </w:r>
      </w:smartTag>
      <w:r w:rsidR="003F7497" w:rsidRPr="00DC7BD9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="003F7497" w:rsidRPr="00DC7BD9">
          <w:rPr>
            <w:rFonts w:ascii="Arial" w:hAnsi="Arial" w:cs="Arial"/>
            <w:sz w:val="23"/>
            <w:szCs w:val="23"/>
          </w:rPr>
          <w:t>Ata</w:t>
        </w:r>
      </w:smartTag>
      <w:r w:rsidR="003F7497" w:rsidRPr="00DC7BD9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="003F7497" w:rsidRPr="00DC7BD9">
          <w:rPr>
            <w:rFonts w:ascii="Arial" w:hAnsi="Arial" w:cs="Arial"/>
            <w:sz w:val="23"/>
            <w:szCs w:val="23"/>
          </w:rPr>
          <w:t>trabalhos</w:t>
        </w:r>
      </w:smartTag>
      <w:r w:rsidR="003F7497" w:rsidRPr="00DC7BD9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3F7497" w:rsidRPr="00DC7BD9">
          <w:rPr>
            <w:rFonts w:ascii="Arial" w:hAnsi="Arial" w:cs="Arial"/>
            <w:sz w:val="23"/>
            <w:szCs w:val="23"/>
          </w:rPr>
          <w:t>Sessão</w:t>
        </w:r>
      </w:smartTag>
      <w:r w:rsidR="003F7497" w:rsidRPr="00DC7BD9">
        <w:rPr>
          <w:rFonts w:ascii="Arial" w:hAnsi="Arial" w:cs="Arial"/>
          <w:sz w:val="23"/>
          <w:szCs w:val="23"/>
        </w:rPr>
        <w:t xml:space="preserve"> o registro de </w:t>
      </w:r>
      <w:r w:rsidR="00A128D3" w:rsidRPr="00DC7BD9">
        <w:rPr>
          <w:rFonts w:ascii="Arial" w:hAnsi="Arial" w:cs="Arial"/>
          <w:sz w:val="23"/>
          <w:szCs w:val="23"/>
        </w:rPr>
        <w:t>nossas c</w:t>
      </w:r>
      <w:r w:rsidR="001514FB" w:rsidRPr="00DC7BD9">
        <w:rPr>
          <w:rFonts w:ascii="Arial" w:hAnsi="Arial" w:cs="Arial"/>
          <w:sz w:val="23"/>
          <w:szCs w:val="23"/>
        </w:rPr>
        <w:t>ongratula</w:t>
      </w:r>
      <w:r w:rsidR="00A128D3" w:rsidRPr="00DC7BD9">
        <w:rPr>
          <w:rFonts w:ascii="Arial" w:hAnsi="Arial" w:cs="Arial"/>
          <w:sz w:val="23"/>
          <w:szCs w:val="23"/>
        </w:rPr>
        <w:t xml:space="preserve">ções </w:t>
      </w:r>
      <w:r w:rsidR="00A02994" w:rsidRPr="00DC7BD9">
        <w:rPr>
          <w:rFonts w:ascii="Arial" w:hAnsi="Arial" w:cs="Arial"/>
          <w:sz w:val="23"/>
          <w:szCs w:val="23"/>
        </w:rPr>
        <w:t>aos atletas do</w:t>
      </w:r>
      <w:r w:rsidR="00A46E2D" w:rsidRPr="00DC7BD9">
        <w:rPr>
          <w:rFonts w:ascii="Arial" w:hAnsi="Arial" w:cs="Arial"/>
          <w:sz w:val="23"/>
          <w:szCs w:val="23"/>
        </w:rPr>
        <w:t xml:space="preserve"> </w:t>
      </w:r>
      <w:r w:rsidR="0073359D" w:rsidRPr="00DC7BD9">
        <w:rPr>
          <w:rFonts w:ascii="Arial" w:hAnsi="Arial" w:cs="Arial"/>
          <w:sz w:val="23"/>
          <w:szCs w:val="23"/>
        </w:rPr>
        <w:t xml:space="preserve">Clube Rodoviário de Judô, na pessoa do Senhor Paulo Graça, pelos excelentes resultados obtidos no Campeonato Regional de Judô, disputado na cidade de Santa Branca, em 5 de agosto </w:t>
      </w:r>
      <w:proofErr w:type="gramStart"/>
      <w:r w:rsidR="0073359D" w:rsidRPr="00DC7BD9">
        <w:rPr>
          <w:rFonts w:ascii="Arial" w:hAnsi="Arial" w:cs="Arial"/>
          <w:sz w:val="23"/>
          <w:szCs w:val="23"/>
        </w:rPr>
        <w:t>do corrente</w:t>
      </w:r>
      <w:proofErr w:type="gramEnd"/>
      <w:r w:rsidR="00705353" w:rsidRPr="00DC7BD9">
        <w:rPr>
          <w:rFonts w:ascii="Arial" w:hAnsi="Arial" w:cs="Arial"/>
          <w:sz w:val="23"/>
          <w:szCs w:val="23"/>
        </w:rPr>
        <w:t>.</w:t>
      </w:r>
    </w:p>
    <w:p w:rsidR="0073359D" w:rsidRPr="00DC7BD9" w:rsidRDefault="00727B58" w:rsidP="00B5001F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C7BD9">
        <w:rPr>
          <w:rFonts w:ascii="Arial" w:hAnsi="Arial" w:cs="Arial"/>
          <w:sz w:val="23"/>
          <w:szCs w:val="23"/>
        </w:rPr>
        <w:t>No concorrido certame, o</w:t>
      </w:r>
      <w:r w:rsidR="00510416" w:rsidRPr="00DC7BD9">
        <w:rPr>
          <w:rFonts w:ascii="Arial" w:hAnsi="Arial" w:cs="Arial"/>
          <w:sz w:val="23"/>
          <w:szCs w:val="23"/>
        </w:rPr>
        <w:t xml:space="preserve"> Clube </w:t>
      </w:r>
      <w:r w:rsidR="007C3353" w:rsidRPr="00DC7BD9">
        <w:rPr>
          <w:rFonts w:ascii="Arial" w:hAnsi="Arial" w:cs="Arial"/>
          <w:sz w:val="23"/>
          <w:szCs w:val="23"/>
        </w:rPr>
        <w:t xml:space="preserve">jacareiense </w:t>
      </w:r>
      <w:r w:rsidR="00510416" w:rsidRPr="00DC7BD9">
        <w:rPr>
          <w:rFonts w:ascii="Arial" w:hAnsi="Arial" w:cs="Arial"/>
          <w:sz w:val="23"/>
          <w:szCs w:val="23"/>
        </w:rPr>
        <w:t>conquistou medalhas de ouro</w:t>
      </w:r>
      <w:r w:rsidR="00553B3A" w:rsidRPr="00DC7BD9">
        <w:rPr>
          <w:rFonts w:ascii="Arial" w:hAnsi="Arial" w:cs="Arial"/>
          <w:sz w:val="23"/>
          <w:szCs w:val="23"/>
        </w:rPr>
        <w:t>, prata e bronze, além da</w:t>
      </w:r>
      <w:r w:rsidR="00510416" w:rsidRPr="00DC7BD9">
        <w:rPr>
          <w:rFonts w:ascii="Arial" w:hAnsi="Arial" w:cs="Arial"/>
          <w:sz w:val="23"/>
          <w:szCs w:val="23"/>
        </w:rPr>
        <w:t xml:space="preserve"> classificação </w:t>
      </w:r>
      <w:r w:rsidR="00804AFA" w:rsidRPr="00DC7BD9">
        <w:rPr>
          <w:rFonts w:ascii="Arial" w:hAnsi="Arial" w:cs="Arial"/>
          <w:sz w:val="23"/>
          <w:szCs w:val="23"/>
        </w:rPr>
        <w:t>para participa</w:t>
      </w:r>
      <w:r w:rsidR="00553B3A" w:rsidRPr="00DC7BD9">
        <w:rPr>
          <w:rFonts w:ascii="Arial" w:hAnsi="Arial" w:cs="Arial"/>
          <w:sz w:val="23"/>
          <w:szCs w:val="23"/>
        </w:rPr>
        <w:t>r do</w:t>
      </w:r>
      <w:r w:rsidR="00510416" w:rsidRPr="00DC7BD9">
        <w:rPr>
          <w:rFonts w:ascii="Arial" w:hAnsi="Arial" w:cs="Arial"/>
          <w:sz w:val="23"/>
          <w:szCs w:val="23"/>
        </w:rPr>
        <w:t xml:space="preserve"> Campeonato </w:t>
      </w:r>
      <w:r w:rsidR="00D23084" w:rsidRPr="00DC7BD9">
        <w:rPr>
          <w:rFonts w:ascii="Arial" w:hAnsi="Arial" w:cs="Arial"/>
          <w:sz w:val="23"/>
          <w:szCs w:val="23"/>
        </w:rPr>
        <w:t xml:space="preserve">Paulista Inter </w:t>
      </w:r>
      <w:r w:rsidR="00553B3A" w:rsidRPr="00DC7BD9">
        <w:rPr>
          <w:rFonts w:ascii="Arial" w:hAnsi="Arial" w:cs="Arial"/>
          <w:sz w:val="23"/>
          <w:szCs w:val="23"/>
        </w:rPr>
        <w:t xml:space="preserve">Regional </w:t>
      </w:r>
      <w:r w:rsidR="00510416" w:rsidRPr="00DC7BD9">
        <w:rPr>
          <w:rFonts w:ascii="Arial" w:hAnsi="Arial" w:cs="Arial"/>
          <w:sz w:val="23"/>
          <w:szCs w:val="23"/>
        </w:rPr>
        <w:t>da modalidade.</w:t>
      </w:r>
    </w:p>
    <w:p w:rsidR="00553B3A" w:rsidRPr="00DC7BD9" w:rsidRDefault="00204F22" w:rsidP="00B5001F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C7BD9">
        <w:rPr>
          <w:rFonts w:ascii="Arial" w:hAnsi="Arial" w:cs="Arial"/>
          <w:sz w:val="23"/>
          <w:szCs w:val="23"/>
        </w:rPr>
        <w:t>Desta forma, p</w:t>
      </w:r>
      <w:r w:rsidR="00D23084" w:rsidRPr="00DC7BD9">
        <w:rPr>
          <w:rFonts w:ascii="Arial" w:hAnsi="Arial" w:cs="Arial"/>
          <w:sz w:val="23"/>
          <w:szCs w:val="23"/>
        </w:rPr>
        <w:t xml:space="preserve">arabenizamos os medalhistas: </w:t>
      </w:r>
      <w:r w:rsidR="00FD76C0" w:rsidRPr="00DC7BD9">
        <w:rPr>
          <w:rFonts w:ascii="Arial" w:hAnsi="Arial" w:cs="Arial"/>
          <w:sz w:val="23"/>
          <w:szCs w:val="23"/>
        </w:rPr>
        <w:t xml:space="preserve">Yasmim Isabel </w:t>
      </w:r>
      <w:proofErr w:type="spellStart"/>
      <w:r w:rsidR="00FD76C0" w:rsidRPr="00DC7BD9">
        <w:rPr>
          <w:rFonts w:ascii="Arial" w:hAnsi="Arial" w:cs="Arial"/>
          <w:sz w:val="23"/>
          <w:szCs w:val="23"/>
        </w:rPr>
        <w:t>Oblack</w:t>
      </w:r>
      <w:proofErr w:type="spellEnd"/>
      <w:r w:rsidR="00FD76C0" w:rsidRPr="00DC7BD9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FD76C0" w:rsidRPr="00DC7BD9">
        <w:rPr>
          <w:rFonts w:ascii="Arial" w:hAnsi="Arial" w:cs="Arial"/>
          <w:sz w:val="23"/>
          <w:szCs w:val="23"/>
        </w:rPr>
        <w:t>Kitazaki</w:t>
      </w:r>
      <w:proofErr w:type="spellEnd"/>
      <w:r w:rsidR="00FD76C0" w:rsidRPr="00DC7BD9">
        <w:rPr>
          <w:rFonts w:ascii="Arial" w:hAnsi="Arial" w:cs="Arial"/>
          <w:sz w:val="23"/>
          <w:szCs w:val="23"/>
        </w:rPr>
        <w:t xml:space="preserve"> – atleta mirim</w:t>
      </w:r>
      <w:r w:rsidR="00AC73A4" w:rsidRPr="00DC7BD9">
        <w:rPr>
          <w:rFonts w:ascii="Arial" w:hAnsi="Arial" w:cs="Arial"/>
          <w:sz w:val="23"/>
          <w:szCs w:val="23"/>
        </w:rPr>
        <w:t xml:space="preserve">/meio pesado - </w:t>
      </w:r>
      <w:r w:rsidR="00FD76C0" w:rsidRPr="00DC7BD9">
        <w:rPr>
          <w:rFonts w:ascii="Arial" w:hAnsi="Arial" w:cs="Arial"/>
          <w:sz w:val="23"/>
          <w:szCs w:val="23"/>
        </w:rPr>
        <w:t xml:space="preserve">Medalha de Ouro; </w:t>
      </w:r>
      <w:proofErr w:type="spellStart"/>
      <w:r w:rsidR="00FD76C0" w:rsidRPr="00DC7BD9">
        <w:rPr>
          <w:rFonts w:ascii="Arial" w:hAnsi="Arial" w:cs="Arial"/>
          <w:sz w:val="23"/>
          <w:szCs w:val="23"/>
        </w:rPr>
        <w:t>Livia</w:t>
      </w:r>
      <w:proofErr w:type="spellEnd"/>
      <w:r w:rsidR="00FD76C0" w:rsidRPr="00DC7BD9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FD76C0" w:rsidRPr="00DC7BD9">
        <w:rPr>
          <w:rFonts w:ascii="Arial" w:hAnsi="Arial" w:cs="Arial"/>
          <w:sz w:val="23"/>
          <w:szCs w:val="23"/>
        </w:rPr>
        <w:t>Ryane</w:t>
      </w:r>
      <w:proofErr w:type="spellEnd"/>
      <w:r w:rsidR="00FD76C0" w:rsidRPr="00DC7BD9">
        <w:rPr>
          <w:rFonts w:ascii="Arial" w:hAnsi="Arial" w:cs="Arial"/>
          <w:sz w:val="23"/>
          <w:szCs w:val="23"/>
        </w:rPr>
        <w:t xml:space="preserve"> Alves – atleta sub15/leve – Medalha de Prata; Erick </w:t>
      </w:r>
      <w:proofErr w:type="spellStart"/>
      <w:r w:rsidR="00FD76C0" w:rsidRPr="00DC7BD9">
        <w:rPr>
          <w:rFonts w:ascii="Arial" w:hAnsi="Arial" w:cs="Arial"/>
          <w:sz w:val="23"/>
          <w:szCs w:val="23"/>
        </w:rPr>
        <w:t>Kaue</w:t>
      </w:r>
      <w:proofErr w:type="spellEnd"/>
      <w:r w:rsidR="00FD76C0" w:rsidRPr="00DC7BD9">
        <w:rPr>
          <w:rFonts w:ascii="Arial" w:hAnsi="Arial" w:cs="Arial"/>
          <w:sz w:val="23"/>
          <w:szCs w:val="23"/>
        </w:rPr>
        <w:t xml:space="preserve"> Monteiro – atleta sub15/meio-médio – Medalha de Bronze; </w:t>
      </w:r>
      <w:proofErr w:type="spellStart"/>
      <w:r w:rsidR="00FD76C0" w:rsidRPr="00DC7BD9">
        <w:rPr>
          <w:rFonts w:ascii="Arial" w:hAnsi="Arial" w:cs="Arial"/>
          <w:sz w:val="23"/>
          <w:szCs w:val="23"/>
        </w:rPr>
        <w:t>R</w:t>
      </w:r>
      <w:r w:rsidR="00AC73A4" w:rsidRPr="00DC7BD9">
        <w:rPr>
          <w:rFonts w:ascii="Arial" w:hAnsi="Arial" w:cs="Arial"/>
          <w:sz w:val="23"/>
          <w:szCs w:val="23"/>
        </w:rPr>
        <w:t>ayssa</w:t>
      </w:r>
      <w:proofErr w:type="spellEnd"/>
      <w:r w:rsidR="00AC73A4" w:rsidRPr="00DC7BD9">
        <w:rPr>
          <w:rFonts w:ascii="Arial" w:hAnsi="Arial" w:cs="Arial"/>
          <w:sz w:val="23"/>
          <w:szCs w:val="23"/>
        </w:rPr>
        <w:t xml:space="preserve"> Rodrigues – atleta sub15/</w:t>
      </w:r>
      <w:r w:rsidR="00FD76C0" w:rsidRPr="00DC7BD9">
        <w:rPr>
          <w:rFonts w:ascii="Arial" w:hAnsi="Arial" w:cs="Arial"/>
          <w:sz w:val="23"/>
          <w:szCs w:val="23"/>
        </w:rPr>
        <w:t>meio pesado – Medalha de Ouro; e Felipe Moreira – atleta classe sênior - considerado o melhor atleta da categoria pesado – Medalha de Ouro.</w:t>
      </w:r>
    </w:p>
    <w:p w:rsidR="007261D3" w:rsidRPr="00DC7BD9" w:rsidRDefault="00832BB9" w:rsidP="00B5001F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C7BD9">
        <w:rPr>
          <w:rFonts w:ascii="Arial" w:hAnsi="Arial" w:cs="Arial"/>
          <w:sz w:val="23"/>
          <w:szCs w:val="23"/>
        </w:rPr>
        <w:t xml:space="preserve">Registramos também o nome de todos os demais atletas que participaram do “Festival Judô para todos”: </w:t>
      </w:r>
      <w:r w:rsidR="007261D3" w:rsidRPr="00DC7BD9">
        <w:rPr>
          <w:rFonts w:ascii="Arial" w:hAnsi="Arial" w:cs="Arial"/>
          <w:sz w:val="23"/>
          <w:szCs w:val="23"/>
        </w:rPr>
        <w:t xml:space="preserve">Maria Clara Lima, </w:t>
      </w:r>
      <w:proofErr w:type="spellStart"/>
      <w:r w:rsidR="007261D3" w:rsidRPr="00DC7BD9">
        <w:rPr>
          <w:rFonts w:ascii="Arial" w:hAnsi="Arial" w:cs="Arial"/>
          <w:sz w:val="23"/>
          <w:szCs w:val="23"/>
        </w:rPr>
        <w:t>Yago</w:t>
      </w:r>
      <w:proofErr w:type="spellEnd"/>
      <w:r w:rsidR="007261D3" w:rsidRPr="00DC7BD9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7261D3" w:rsidRPr="00DC7BD9">
        <w:rPr>
          <w:rFonts w:ascii="Arial" w:hAnsi="Arial" w:cs="Arial"/>
          <w:sz w:val="23"/>
          <w:szCs w:val="23"/>
        </w:rPr>
        <w:t>Higor</w:t>
      </w:r>
      <w:proofErr w:type="spellEnd"/>
      <w:r w:rsidR="007261D3" w:rsidRPr="00DC7BD9">
        <w:rPr>
          <w:rFonts w:ascii="Arial" w:hAnsi="Arial" w:cs="Arial"/>
          <w:sz w:val="23"/>
          <w:szCs w:val="23"/>
        </w:rPr>
        <w:t xml:space="preserve"> Campeão, Ana Carolina Magalhães, Pedro Rubens, Beatriz </w:t>
      </w:r>
      <w:proofErr w:type="spellStart"/>
      <w:r w:rsidR="007261D3" w:rsidRPr="00DC7BD9">
        <w:rPr>
          <w:rFonts w:ascii="Arial" w:hAnsi="Arial" w:cs="Arial"/>
          <w:sz w:val="23"/>
          <w:szCs w:val="23"/>
        </w:rPr>
        <w:t>Mazei</w:t>
      </w:r>
      <w:proofErr w:type="spellEnd"/>
      <w:r w:rsidR="007261D3" w:rsidRPr="00DC7BD9">
        <w:rPr>
          <w:rFonts w:ascii="Arial" w:hAnsi="Arial" w:cs="Arial"/>
          <w:sz w:val="23"/>
          <w:szCs w:val="23"/>
        </w:rPr>
        <w:t xml:space="preserve">, Jessica Gomes, Olavo </w:t>
      </w:r>
      <w:proofErr w:type="spellStart"/>
      <w:r w:rsidR="007261D3" w:rsidRPr="00DC7BD9">
        <w:rPr>
          <w:rFonts w:ascii="Arial" w:hAnsi="Arial" w:cs="Arial"/>
          <w:sz w:val="23"/>
          <w:szCs w:val="23"/>
        </w:rPr>
        <w:t>Goi</w:t>
      </w:r>
      <w:proofErr w:type="spellEnd"/>
      <w:r w:rsidR="007261D3" w:rsidRPr="00DC7BD9">
        <w:rPr>
          <w:rFonts w:ascii="Arial" w:hAnsi="Arial" w:cs="Arial"/>
          <w:sz w:val="23"/>
          <w:szCs w:val="23"/>
        </w:rPr>
        <w:t xml:space="preserve">, Rafael Nascimento, Jose </w:t>
      </w:r>
      <w:proofErr w:type="spellStart"/>
      <w:r w:rsidR="007261D3" w:rsidRPr="00DC7BD9">
        <w:rPr>
          <w:rFonts w:ascii="Arial" w:hAnsi="Arial" w:cs="Arial"/>
          <w:sz w:val="23"/>
          <w:szCs w:val="23"/>
        </w:rPr>
        <w:t>Geuanderson</w:t>
      </w:r>
      <w:proofErr w:type="spellEnd"/>
      <w:r w:rsidR="007261D3" w:rsidRPr="00DC7BD9">
        <w:rPr>
          <w:rFonts w:ascii="Arial" w:hAnsi="Arial" w:cs="Arial"/>
          <w:sz w:val="23"/>
          <w:szCs w:val="23"/>
        </w:rPr>
        <w:t xml:space="preserve">, </w:t>
      </w:r>
      <w:proofErr w:type="spellStart"/>
      <w:r w:rsidR="007261D3" w:rsidRPr="00DC7BD9">
        <w:rPr>
          <w:rFonts w:ascii="Arial" w:hAnsi="Arial" w:cs="Arial"/>
          <w:sz w:val="23"/>
          <w:szCs w:val="23"/>
        </w:rPr>
        <w:t>Amandinha</w:t>
      </w:r>
      <w:proofErr w:type="spellEnd"/>
      <w:r w:rsidR="007261D3" w:rsidRPr="00DC7BD9">
        <w:rPr>
          <w:rFonts w:ascii="Arial" w:hAnsi="Arial" w:cs="Arial"/>
          <w:sz w:val="23"/>
          <w:szCs w:val="23"/>
        </w:rPr>
        <w:t xml:space="preserve"> Elias da Silva, </w:t>
      </w:r>
      <w:proofErr w:type="spellStart"/>
      <w:r w:rsidR="007261D3" w:rsidRPr="00DC7BD9">
        <w:rPr>
          <w:rFonts w:ascii="Arial" w:hAnsi="Arial" w:cs="Arial"/>
          <w:sz w:val="23"/>
          <w:szCs w:val="23"/>
        </w:rPr>
        <w:t>Lilithy</w:t>
      </w:r>
      <w:proofErr w:type="spellEnd"/>
      <w:r w:rsidR="007261D3" w:rsidRPr="00DC7BD9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7261D3" w:rsidRPr="00DC7BD9">
        <w:rPr>
          <w:rFonts w:ascii="Arial" w:hAnsi="Arial" w:cs="Arial"/>
          <w:sz w:val="23"/>
          <w:szCs w:val="23"/>
        </w:rPr>
        <w:t>Zerbinato</w:t>
      </w:r>
      <w:proofErr w:type="spellEnd"/>
      <w:r w:rsidR="007261D3" w:rsidRPr="00DC7BD9">
        <w:rPr>
          <w:rFonts w:ascii="Arial" w:hAnsi="Arial" w:cs="Arial"/>
          <w:sz w:val="23"/>
          <w:szCs w:val="23"/>
        </w:rPr>
        <w:t>, Natanael Santos e Ana Clara Batista.</w:t>
      </w:r>
    </w:p>
    <w:p w:rsidR="003A77BE" w:rsidRPr="00DC7BD9" w:rsidRDefault="008211F2" w:rsidP="00B5001F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C7BD9">
        <w:rPr>
          <w:rFonts w:ascii="Arial" w:hAnsi="Arial" w:cs="Arial"/>
          <w:sz w:val="23"/>
          <w:szCs w:val="23"/>
        </w:rPr>
        <w:t xml:space="preserve">Feito este </w:t>
      </w:r>
      <w:r w:rsidR="00AC6C6B" w:rsidRPr="00DC7BD9">
        <w:rPr>
          <w:rFonts w:ascii="Arial" w:hAnsi="Arial" w:cs="Arial"/>
          <w:sz w:val="23"/>
          <w:szCs w:val="23"/>
        </w:rPr>
        <w:t>assento</w:t>
      </w:r>
      <w:r w:rsidRPr="00DC7BD9">
        <w:rPr>
          <w:rFonts w:ascii="Arial" w:hAnsi="Arial" w:cs="Arial"/>
          <w:sz w:val="23"/>
          <w:szCs w:val="23"/>
        </w:rPr>
        <w:t xml:space="preserve">, aguardamos as </w:t>
      </w:r>
      <w:smartTag w:uri="schemas-houaiss/mini" w:element="verbetes">
        <w:r w:rsidRPr="00DC7BD9">
          <w:rPr>
            <w:rFonts w:ascii="Arial" w:hAnsi="Arial" w:cs="Arial"/>
            <w:sz w:val="23"/>
            <w:szCs w:val="23"/>
          </w:rPr>
          <w:t>providências</w:t>
        </w:r>
      </w:smartTag>
      <w:r w:rsidRPr="00DC7BD9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DC7BD9">
          <w:rPr>
            <w:rFonts w:ascii="Arial" w:hAnsi="Arial" w:cs="Arial"/>
            <w:sz w:val="23"/>
            <w:szCs w:val="23"/>
          </w:rPr>
          <w:t>habituais</w:t>
        </w:r>
      </w:smartTag>
      <w:r w:rsidRPr="00DC7BD9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DC7BD9">
          <w:rPr>
            <w:rFonts w:ascii="Arial" w:hAnsi="Arial" w:cs="Arial"/>
            <w:sz w:val="23"/>
            <w:szCs w:val="23"/>
          </w:rPr>
          <w:t>para</w:t>
        </w:r>
      </w:smartTag>
      <w:r w:rsidRPr="00DC7BD9"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 w:rsidRPr="00DC7BD9">
          <w:rPr>
            <w:rFonts w:ascii="Arial" w:hAnsi="Arial" w:cs="Arial"/>
            <w:sz w:val="23"/>
            <w:szCs w:val="23"/>
          </w:rPr>
          <w:t>divulgação</w:t>
        </w:r>
      </w:smartTag>
      <w:r w:rsidRPr="00DC7BD9"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 w:rsidRPr="00DC7BD9">
          <w:rPr>
            <w:rFonts w:ascii="Arial" w:hAnsi="Arial" w:cs="Arial"/>
            <w:sz w:val="23"/>
            <w:szCs w:val="23"/>
          </w:rPr>
          <w:t>presente</w:t>
        </w:r>
      </w:smartTag>
      <w:r w:rsidRPr="00DC7BD9">
        <w:rPr>
          <w:rFonts w:ascii="Arial" w:hAnsi="Arial" w:cs="Arial"/>
          <w:sz w:val="23"/>
          <w:szCs w:val="23"/>
        </w:rPr>
        <w:t xml:space="preserve"> manifestação</w:t>
      </w:r>
      <w:r w:rsidR="003F7497" w:rsidRPr="00DC7BD9">
        <w:rPr>
          <w:rFonts w:ascii="Arial" w:hAnsi="Arial" w:cs="Arial"/>
          <w:sz w:val="23"/>
          <w:szCs w:val="23"/>
        </w:rPr>
        <w:t>.</w:t>
      </w:r>
    </w:p>
    <w:p w:rsidR="003F7497" w:rsidRPr="00DC7BD9" w:rsidRDefault="003F7497" w:rsidP="00B5001F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6F4E64" w:rsidRPr="00DC7BD9" w:rsidRDefault="003A77BE" w:rsidP="001C041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DC7BD9">
          <w:rPr>
            <w:rFonts w:ascii="Arial" w:hAnsi="Arial" w:cs="Arial"/>
            <w:sz w:val="23"/>
            <w:szCs w:val="23"/>
          </w:rPr>
          <w:t>Sala</w:t>
        </w:r>
      </w:smartTag>
      <w:r w:rsidRPr="00DC7BD9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DC7BD9">
          <w:rPr>
            <w:rFonts w:ascii="Arial" w:hAnsi="Arial" w:cs="Arial"/>
            <w:sz w:val="23"/>
            <w:szCs w:val="23"/>
          </w:rPr>
          <w:t>Sessões</w:t>
        </w:r>
      </w:smartTag>
      <w:r w:rsidRPr="00DC7BD9">
        <w:rPr>
          <w:rFonts w:ascii="Arial" w:hAnsi="Arial" w:cs="Arial"/>
          <w:sz w:val="23"/>
          <w:szCs w:val="23"/>
        </w:rPr>
        <w:t xml:space="preserve">, </w:t>
      </w:r>
      <w:r w:rsidR="00A02994" w:rsidRPr="00DC7BD9">
        <w:rPr>
          <w:rFonts w:ascii="Arial" w:hAnsi="Arial" w:cs="Arial"/>
          <w:sz w:val="23"/>
          <w:szCs w:val="23"/>
        </w:rPr>
        <w:t>15</w:t>
      </w:r>
      <w:r w:rsidR="002E15CA" w:rsidRPr="00DC7BD9">
        <w:rPr>
          <w:rFonts w:ascii="Arial" w:hAnsi="Arial" w:cs="Arial"/>
          <w:sz w:val="23"/>
          <w:szCs w:val="23"/>
        </w:rPr>
        <w:t xml:space="preserve"> de </w:t>
      </w:r>
      <w:r w:rsidR="009C6208" w:rsidRPr="00DC7BD9">
        <w:rPr>
          <w:rFonts w:ascii="Arial" w:hAnsi="Arial" w:cs="Arial"/>
          <w:sz w:val="23"/>
          <w:szCs w:val="23"/>
        </w:rPr>
        <w:t>agosto</w:t>
      </w:r>
      <w:r w:rsidR="00851D35" w:rsidRPr="00DC7BD9">
        <w:rPr>
          <w:rFonts w:ascii="Arial" w:hAnsi="Arial" w:cs="Arial"/>
          <w:sz w:val="23"/>
          <w:szCs w:val="23"/>
        </w:rPr>
        <w:t xml:space="preserve"> </w:t>
      </w:r>
      <w:r w:rsidR="002E15CA" w:rsidRPr="00DC7BD9">
        <w:rPr>
          <w:rFonts w:ascii="Arial" w:hAnsi="Arial" w:cs="Arial"/>
          <w:sz w:val="23"/>
          <w:szCs w:val="23"/>
        </w:rPr>
        <w:t>de 201</w:t>
      </w:r>
      <w:r w:rsidR="00FA1EB2" w:rsidRPr="00DC7BD9">
        <w:rPr>
          <w:rFonts w:ascii="Arial" w:hAnsi="Arial" w:cs="Arial"/>
          <w:sz w:val="23"/>
          <w:szCs w:val="23"/>
        </w:rPr>
        <w:t>8</w:t>
      </w:r>
      <w:r w:rsidR="002E15CA" w:rsidRPr="00DC7BD9">
        <w:rPr>
          <w:rFonts w:ascii="Arial" w:hAnsi="Arial" w:cs="Arial"/>
          <w:sz w:val="23"/>
          <w:szCs w:val="23"/>
        </w:rPr>
        <w:t>.</w:t>
      </w:r>
      <w:r w:rsidR="003E188F" w:rsidRPr="00DC7BD9">
        <w:rPr>
          <w:rFonts w:ascii="Arial" w:hAnsi="Arial" w:cs="Arial"/>
          <w:sz w:val="23"/>
          <w:szCs w:val="23"/>
        </w:rPr>
        <w:fldChar w:fldCharType="begin"/>
      </w:r>
      <w:r w:rsidR="003E188F" w:rsidRPr="00DC7BD9">
        <w:rPr>
          <w:rFonts w:ascii="Arial" w:hAnsi="Arial" w:cs="Arial"/>
          <w:sz w:val="23"/>
          <w:szCs w:val="23"/>
        </w:rPr>
        <w:instrText xml:space="preserve">  </w:instrText>
      </w:r>
      <w:r w:rsidR="003E188F" w:rsidRPr="00DC7BD9">
        <w:rPr>
          <w:rFonts w:ascii="Arial" w:hAnsi="Arial" w:cs="Arial"/>
          <w:sz w:val="23"/>
          <w:szCs w:val="23"/>
        </w:rPr>
        <w:fldChar w:fldCharType="end"/>
      </w:r>
    </w:p>
    <w:p w:rsidR="003E188F" w:rsidRPr="00DC7BD9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2E15CA" w:rsidRPr="00DC7BD9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720C1D" w:rsidRPr="00DC7BD9" w:rsidRDefault="00720C1D" w:rsidP="00720C1D">
      <w:pPr>
        <w:jc w:val="center"/>
        <w:rPr>
          <w:rFonts w:ascii="Arial" w:eastAsia="MS Mincho" w:hAnsi="Arial" w:cs="Arial"/>
          <w:b/>
          <w:sz w:val="23"/>
          <w:szCs w:val="23"/>
          <w:lang w:eastAsia="ja-JP"/>
        </w:rPr>
      </w:pPr>
      <w:r w:rsidRPr="00DC7BD9">
        <w:rPr>
          <w:rFonts w:ascii="Arial" w:eastAsia="MS Mincho" w:hAnsi="Arial" w:cs="Arial"/>
          <w:b/>
          <w:sz w:val="23"/>
          <w:szCs w:val="23"/>
          <w:lang w:eastAsia="ja-JP"/>
        </w:rPr>
        <w:t>LUCIMAR PONCIANO</w:t>
      </w:r>
    </w:p>
    <w:p w:rsidR="00720C1D" w:rsidRPr="00DC7BD9" w:rsidRDefault="00720C1D" w:rsidP="00720C1D">
      <w:pPr>
        <w:jc w:val="center"/>
        <w:rPr>
          <w:rFonts w:ascii="Arial" w:eastAsia="MS Mincho" w:hAnsi="Arial" w:cs="Arial"/>
          <w:sz w:val="23"/>
          <w:szCs w:val="23"/>
          <w:lang w:eastAsia="ja-JP"/>
        </w:rPr>
      </w:pPr>
      <w:r w:rsidRPr="00DC7BD9">
        <w:rPr>
          <w:rFonts w:ascii="Arial" w:eastAsia="MS Mincho" w:hAnsi="Arial" w:cs="Arial"/>
          <w:sz w:val="23"/>
          <w:szCs w:val="23"/>
          <w:lang w:eastAsia="ja-JP"/>
        </w:rPr>
        <w:t>Vereadora - PSDB</w:t>
      </w:r>
    </w:p>
    <w:p w:rsidR="00106F15" w:rsidRPr="00DC7BD9" w:rsidRDefault="00720C1D" w:rsidP="00720C1D">
      <w:pPr>
        <w:jc w:val="center"/>
        <w:rPr>
          <w:rFonts w:ascii="Arial" w:hAnsi="Arial" w:cs="Arial"/>
          <w:sz w:val="23"/>
          <w:szCs w:val="23"/>
        </w:rPr>
      </w:pPr>
      <w:r w:rsidRPr="00DC7BD9">
        <w:rPr>
          <w:rFonts w:ascii="Arial" w:eastAsia="MS Mincho" w:hAnsi="Arial" w:cs="Arial"/>
          <w:sz w:val="23"/>
          <w:szCs w:val="23"/>
          <w:lang w:eastAsia="ja-JP"/>
        </w:rPr>
        <w:t>Presidente</w:t>
      </w:r>
    </w:p>
    <w:sectPr w:rsidR="00106F15" w:rsidRPr="00DC7BD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1DD" w:rsidRDefault="00D271DD">
      <w:r>
        <w:separator/>
      </w:r>
    </w:p>
  </w:endnote>
  <w:endnote w:type="continuationSeparator" w:id="0">
    <w:p w:rsidR="00D271DD" w:rsidRDefault="00D27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1DD" w:rsidRDefault="00D271DD">
      <w:r>
        <w:separator/>
      </w:r>
    </w:p>
  </w:footnote>
  <w:footnote w:type="continuationSeparator" w:id="0">
    <w:p w:rsidR="00D271DD" w:rsidRDefault="00D27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>115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D3AA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 xml:space="preserve">- Vereadora Lucimar Ponciano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7B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7B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D2EE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D2EE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35006"/>
    <w:rsid w:val="0004094B"/>
    <w:rsid w:val="0004141E"/>
    <w:rsid w:val="00041C45"/>
    <w:rsid w:val="00044917"/>
    <w:rsid w:val="00044B1D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C673E"/>
    <w:rsid w:val="000D094C"/>
    <w:rsid w:val="000E5C09"/>
    <w:rsid w:val="000E6294"/>
    <w:rsid w:val="000E69F2"/>
    <w:rsid w:val="000F04D3"/>
    <w:rsid w:val="000F34BC"/>
    <w:rsid w:val="000F56C4"/>
    <w:rsid w:val="000F6251"/>
    <w:rsid w:val="001062B1"/>
    <w:rsid w:val="00106F15"/>
    <w:rsid w:val="00111594"/>
    <w:rsid w:val="00115EE5"/>
    <w:rsid w:val="00136B77"/>
    <w:rsid w:val="001403E8"/>
    <w:rsid w:val="0014591F"/>
    <w:rsid w:val="00150EE2"/>
    <w:rsid w:val="001514FB"/>
    <w:rsid w:val="001557B4"/>
    <w:rsid w:val="0016641B"/>
    <w:rsid w:val="00172E81"/>
    <w:rsid w:val="001748CA"/>
    <w:rsid w:val="00176F52"/>
    <w:rsid w:val="00180FDE"/>
    <w:rsid w:val="001813EE"/>
    <w:rsid w:val="00181CD2"/>
    <w:rsid w:val="001A09F2"/>
    <w:rsid w:val="001A48F3"/>
    <w:rsid w:val="001A79FC"/>
    <w:rsid w:val="001B0773"/>
    <w:rsid w:val="001B4866"/>
    <w:rsid w:val="001B4AA2"/>
    <w:rsid w:val="001C041A"/>
    <w:rsid w:val="001C614A"/>
    <w:rsid w:val="001D07F0"/>
    <w:rsid w:val="001D1B23"/>
    <w:rsid w:val="001D2EE1"/>
    <w:rsid w:val="001E786E"/>
    <w:rsid w:val="001F13C3"/>
    <w:rsid w:val="00204ED7"/>
    <w:rsid w:val="00204F22"/>
    <w:rsid w:val="00211CE3"/>
    <w:rsid w:val="00213493"/>
    <w:rsid w:val="002148E4"/>
    <w:rsid w:val="002260F9"/>
    <w:rsid w:val="00230859"/>
    <w:rsid w:val="002364CA"/>
    <w:rsid w:val="00240BB3"/>
    <w:rsid w:val="00244481"/>
    <w:rsid w:val="00244B0B"/>
    <w:rsid w:val="00245FAA"/>
    <w:rsid w:val="00250D03"/>
    <w:rsid w:val="00252CA6"/>
    <w:rsid w:val="002534FA"/>
    <w:rsid w:val="00253C82"/>
    <w:rsid w:val="00256918"/>
    <w:rsid w:val="00262757"/>
    <w:rsid w:val="00266EA1"/>
    <w:rsid w:val="00271E3B"/>
    <w:rsid w:val="002729FA"/>
    <w:rsid w:val="002739B8"/>
    <w:rsid w:val="0027707A"/>
    <w:rsid w:val="00284826"/>
    <w:rsid w:val="002855E8"/>
    <w:rsid w:val="00286B59"/>
    <w:rsid w:val="0029050C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0317"/>
    <w:rsid w:val="002E0BF1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24F"/>
    <w:rsid w:val="00320D8A"/>
    <w:rsid w:val="00321848"/>
    <w:rsid w:val="003228D7"/>
    <w:rsid w:val="00323F0F"/>
    <w:rsid w:val="003310A9"/>
    <w:rsid w:val="00345836"/>
    <w:rsid w:val="0034706A"/>
    <w:rsid w:val="00347D5E"/>
    <w:rsid w:val="00360724"/>
    <w:rsid w:val="003670F4"/>
    <w:rsid w:val="00381797"/>
    <w:rsid w:val="00382525"/>
    <w:rsid w:val="003848C4"/>
    <w:rsid w:val="00384F03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400"/>
    <w:rsid w:val="003D4B34"/>
    <w:rsid w:val="003D6F0C"/>
    <w:rsid w:val="003D775A"/>
    <w:rsid w:val="003E188F"/>
    <w:rsid w:val="003E4BE3"/>
    <w:rsid w:val="003F12C9"/>
    <w:rsid w:val="003F6F6F"/>
    <w:rsid w:val="003F7497"/>
    <w:rsid w:val="00401020"/>
    <w:rsid w:val="00401C08"/>
    <w:rsid w:val="00401C91"/>
    <w:rsid w:val="00402B90"/>
    <w:rsid w:val="00407025"/>
    <w:rsid w:val="0041050D"/>
    <w:rsid w:val="00412795"/>
    <w:rsid w:val="00413BA7"/>
    <w:rsid w:val="004152E2"/>
    <w:rsid w:val="0043024F"/>
    <w:rsid w:val="0043383A"/>
    <w:rsid w:val="004417DB"/>
    <w:rsid w:val="00444998"/>
    <w:rsid w:val="0044603B"/>
    <w:rsid w:val="004503B9"/>
    <w:rsid w:val="00461ACB"/>
    <w:rsid w:val="00477873"/>
    <w:rsid w:val="004827EA"/>
    <w:rsid w:val="0048482A"/>
    <w:rsid w:val="00487D64"/>
    <w:rsid w:val="00487F39"/>
    <w:rsid w:val="00493115"/>
    <w:rsid w:val="00494C4C"/>
    <w:rsid w:val="004A13CD"/>
    <w:rsid w:val="004A7B39"/>
    <w:rsid w:val="004B268C"/>
    <w:rsid w:val="004B4B7D"/>
    <w:rsid w:val="004B55A4"/>
    <w:rsid w:val="004C2C30"/>
    <w:rsid w:val="004C6C78"/>
    <w:rsid w:val="004C6E73"/>
    <w:rsid w:val="004D07DA"/>
    <w:rsid w:val="004D630B"/>
    <w:rsid w:val="004D7BB4"/>
    <w:rsid w:val="004E06ED"/>
    <w:rsid w:val="004E46DA"/>
    <w:rsid w:val="004F0441"/>
    <w:rsid w:val="004F39E9"/>
    <w:rsid w:val="004F5797"/>
    <w:rsid w:val="004F6794"/>
    <w:rsid w:val="004F690D"/>
    <w:rsid w:val="004F6A11"/>
    <w:rsid w:val="0050031E"/>
    <w:rsid w:val="005015E2"/>
    <w:rsid w:val="00505357"/>
    <w:rsid w:val="00505FD8"/>
    <w:rsid w:val="00510416"/>
    <w:rsid w:val="0051074D"/>
    <w:rsid w:val="005146D6"/>
    <w:rsid w:val="00521171"/>
    <w:rsid w:val="00522765"/>
    <w:rsid w:val="005234A7"/>
    <w:rsid w:val="00524669"/>
    <w:rsid w:val="00533072"/>
    <w:rsid w:val="005334AA"/>
    <w:rsid w:val="00533862"/>
    <w:rsid w:val="0053793D"/>
    <w:rsid w:val="00540387"/>
    <w:rsid w:val="00543167"/>
    <w:rsid w:val="0054576D"/>
    <w:rsid w:val="00553B3A"/>
    <w:rsid w:val="0055731D"/>
    <w:rsid w:val="00564368"/>
    <w:rsid w:val="00575717"/>
    <w:rsid w:val="0058109A"/>
    <w:rsid w:val="005868AE"/>
    <w:rsid w:val="005916B2"/>
    <w:rsid w:val="005A01D0"/>
    <w:rsid w:val="005A03FA"/>
    <w:rsid w:val="005B2B08"/>
    <w:rsid w:val="005B37BD"/>
    <w:rsid w:val="005B3D21"/>
    <w:rsid w:val="005C3938"/>
    <w:rsid w:val="005C6146"/>
    <w:rsid w:val="005C7117"/>
    <w:rsid w:val="005C7184"/>
    <w:rsid w:val="005D03E3"/>
    <w:rsid w:val="005D702D"/>
    <w:rsid w:val="005D72D8"/>
    <w:rsid w:val="005E138D"/>
    <w:rsid w:val="005F1440"/>
    <w:rsid w:val="005F1E04"/>
    <w:rsid w:val="005F23C1"/>
    <w:rsid w:val="005F259A"/>
    <w:rsid w:val="005F5468"/>
    <w:rsid w:val="005F7AFD"/>
    <w:rsid w:val="00603D86"/>
    <w:rsid w:val="00605B01"/>
    <w:rsid w:val="00613251"/>
    <w:rsid w:val="006141CA"/>
    <w:rsid w:val="00614E04"/>
    <w:rsid w:val="00615ABA"/>
    <w:rsid w:val="00623729"/>
    <w:rsid w:val="00624472"/>
    <w:rsid w:val="00624FB4"/>
    <w:rsid w:val="00631CAF"/>
    <w:rsid w:val="00632F55"/>
    <w:rsid w:val="00636CD1"/>
    <w:rsid w:val="00641DF5"/>
    <w:rsid w:val="006426AE"/>
    <w:rsid w:val="00645222"/>
    <w:rsid w:val="006462AC"/>
    <w:rsid w:val="006507D8"/>
    <w:rsid w:val="006535A5"/>
    <w:rsid w:val="006537D8"/>
    <w:rsid w:val="00674F7D"/>
    <w:rsid w:val="00681021"/>
    <w:rsid w:val="00682E6E"/>
    <w:rsid w:val="00683ABE"/>
    <w:rsid w:val="00685085"/>
    <w:rsid w:val="0068510E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B604A"/>
    <w:rsid w:val="006C21A7"/>
    <w:rsid w:val="006C44D5"/>
    <w:rsid w:val="006C586D"/>
    <w:rsid w:val="006C59BC"/>
    <w:rsid w:val="006D2280"/>
    <w:rsid w:val="006D5135"/>
    <w:rsid w:val="006D543D"/>
    <w:rsid w:val="006D6F7D"/>
    <w:rsid w:val="006D729C"/>
    <w:rsid w:val="006D754C"/>
    <w:rsid w:val="006E03A0"/>
    <w:rsid w:val="006E0674"/>
    <w:rsid w:val="006E06DE"/>
    <w:rsid w:val="006E2EA8"/>
    <w:rsid w:val="006E55E3"/>
    <w:rsid w:val="006E5F61"/>
    <w:rsid w:val="006E6AC6"/>
    <w:rsid w:val="006E7E66"/>
    <w:rsid w:val="006F3AA0"/>
    <w:rsid w:val="006F4E64"/>
    <w:rsid w:val="006F7B0A"/>
    <w:rsid w:val="00702B32"/>
    <w:rsid w:val="00704A43"/>
    <w:rsid w:val="00705353"/>
    <w:rsid w:val="00706A5B"/>
    <w:rsid w:val="0071003B"/>
    <w:rsid w:val="00715F74"/>
    <w:rsid w:val="00720C1D"/>
    <w:rsid w:val="00725E66"/>
    <w:rsid w:val="007261D3"/>
    <w:rsid w:val="00727B58"/>
    <w:rsid w:val="00727CDB"/>
    <w:rsid w:val="0073359D"/>
    <w:rsid w:val="0073407F"/>
    <w:rsid w:val="00744485"/>
    <w:rsid w:val="00750BC3"/>
    <w:rsid w:val="00760F33"/>
    <w:rsid w:val="007622FC"/>
    <w:rsid w:val="00773CC0"/>
    <w:rsid w:val="00775663"/>
    <w:rsid w:val="00775A1B"/>
    <w:rsid w:val="007838DC"/>
    <w:rsid w:val="00784279"/>
    <w:rsid w:val="00784343"/>
    <w:rsid w:val="00790911"/>
    <w:rsid w:val="00790E66"/>
    <w:rsid w:val="007B7B63"/>
    <w:rsid w:val="007C1F03"/>
    <w:rsid w:val="007C3353"/>
    <w:rsid w:val="007C4ECD"/>
    <w:rsid w:val="007C6784"/>
    <w:rsid w:val="007D0029"/>
    <w:rsid w:val="007D39FD"/>
    <w:rsid w:val="007D3AA7"/>
    <w:rsid w:val="007D4A1B"/>
    <w:rsid w:val="007E2098"/>
    <w:rsid w:val="007E3F69"/>
    <w:rsid w:val="007F02A3"/>
    <w:rsid w:val="007F621F"/>
    <w:rsid w:val="007F65BE"/>
    <w:rsid w:val="007F75CA"/>
    <w:rsid w:val="0080197E"/>
    <w:rsid w:val="00803024"/>
    <w:rsid w:val="00803EFF"/>
    <w:rsid w:val="00804661"/>
    <w:rsid w:val="00804AFA"/>
    <w:rsid w:val="00807F46"/>
    <w:rsid w:val="008112B3"/>
    <w:rsid w:val="00820C13"/>
    <w:rsid w:val="008211F2"/>
    <w:rsid w:val="00822439"/>
    <w:rsid w:val="00825F05"/>
    <w:rsid w:val="00832BB9"/>
    <w:rsid w:val="0083325A"/>
    <w:rsid w:val="00833E7C"/>
    <w:rsid w:val="00841F43"/>
    <w:rsid w:val="0084256C"/>
    <w:rsid w:val="00845422"/>
    <w:rsid w:val="00845CC2"/>
    <w:rsid w:val="0084629B"/>
    <w:rsid w:val="008474F2"/>
    <w:rsid w:val="00847970"/>
    <w:rsid w:val="00847E8F"/>
    <w:rsid w:val="00851D35"/>
    <w:rsid w:val="00853AA3"/>
    <w:rsid w:val="008567AF"/>
    <w:rsid w:val="008657EC"/>
    <w:rsid w:val="00870972"/>
    <w:rsid w:val="008713C1"/>
    <w:rsid w:val="00871524"/>
    <w:rsid w:val="00873AAF"/>
    <w:rsid w:val="0087550F"/>
    <w:rsid w:val="008766D2"/>
    <w:rsid w:val="00877BB9"/>
    <w:rsid w:val="00877E50"/>
    <w:rsid w:val="00883E2C"/>
    <w:rsid w:val="008909A4"/>
    <w:rsid w:val="00891D78"/>
    <w:rsid w:val="0089749F"/>
    <w:rsid w:val="008A02EE"/>
    <w:rsid w:val="008A0ABF"/>
    <w:rsid w:val="008A0EB2"/>
    <w:rsid w:val="008A18A9"/>
    <w:rsid w:val="008A44B1"/>
    <w:rsid w:val="008A5DC4"/>
    <w:rsid w:val="008B0AB2"/>
    <w:rsid w:val="008C0CBD"/>
    <w:rsid w:val="008C33AB"/>
    <w:rsid w:val="008D47FB"/>
    <w:rsid w:val="008D5B22"/>
    <w:rsid w:val="008E01DD"/>
    <w:rsid w:val="008E5991"/>
    <w:rsid w:val="008F62A4"/>
    <w:rsid w:val="008F6938"/>
    <w:rsid w:val="008F6FF6"/>
    <w:rsid w:val="00902434"/>
    <w:rsid w:val="009129DA"/>
    <w:rsid w:val="00912A87"/>
    <w:rsid w:val="00914FB8"/>
    <w:rsid w:val="009171D4"/>
    <w:rsid w:val="009178D9"/>
    <w:rsid w:val="009219DD"/>
    <w:rsid w:val="00922537"/>
    <w:rsid w:val="00922964"/>
    <w:rsid w:val="009250D3"/>
    <w:rsid w:val="009257B3"/>
    <w:rsid w:val="00925816"/>
    <w:rsid w:val="00925F22"/>
    <w:rsid w:val="009304A9"/>
    <w:rsid w:val="009310AD"/>
    <w:rsid w:val="009375D0"/>
    <w:rsid w:val="0094772E"/>
    <w:rsid w:val="00947A2E"/>
    <w:rsid w:val="009520FA"/>
    <w:rsid w:val="00952648"/>
    <w:rsid w:val="00964896"/>
    <w:rsid w:val="0097216D"/>
    <w:rsid w:val="009768E6"/>
    <w:rsid w:val="00976945"/>
    <w:rsid w:val="00986644"/>
    <w:rsid w:val="0099183D"/>
    <w:rsid w:val="009A021D"/>
    <w:rsid w:val="009A2ABD"/>
    <w:rsid w:val="009A59FE"/>
    <w:rsid w:val="009B207E"/>
    <w:rsid w:val="009B32F8"/>
    <w:rsid w:val="009B7B10"/>
    <w:rsid w:val="009C1961"/>
    <w:rsid w:val="009C1A39"/>
    <w:rsid w:val="009C5CFE"/>
    <w:rsid w:val="009C6208"/>
    <w:rsid w:val="009D0B26"/>
    <w:rsid w:val="009D0F6E"/>
    <w:rsid w:val="009D19E6"/>
    <w:rsid w:val="009D2D8E"/>
    <w:rsid w:val="009D50D4"/>
    <w:rsid w:val="009D512F"/>
    <w:rsid w:val="009D5279"/>
    <w:rsid w:val="009D6F4A"/>
    <w:rsid w:val="009E1D05"/>
    <w:rsid w:val="009E1F05"/>
    <w:rsid w:val="009E26D5"/>
    <w:rsid w:val="009E6B3F"/>
    <w:rsid w:val="009F0A0F"/>
    <w:rsid w:val="009F3A46"/>
    <w:rsid w:val="009F57BE"/>
    <w:rsid w:val="00A009FE"/>
    <w:rsid w:val="00A02994"/>
    <w:rsid w:val="00A04A92"/>
    <w:rsid w:val="00A06F0A"/>
    <w:rsid w:val="00A11AE4"/>
    <w:rsid w:val="00A128D3"/>
    <w:rsid w:val="00A1493F"/>
    <w:rsid w:val="00A14BA7"/>
    <w:rsid w:val="00A154D7"/>
    <w:rsid w:val="00A21A8C"/>
    <w:rsid w:val="00A236D8"/>
    <w:rsid w:val="00A24DEC"/>
    <w:rsid w:val="00A26399"/>
    <w:rsid w:val="00A277D4"/>
    <w:rsid w:val="00A349F1"/>
    <w:rsid w:val="00A34FF5"/>
    <w:rsid w:val="00A37120"/>
    <w:rsid w:val="00A42C88"/>
    <w:rsid w:val="00A46B01"/>
    <w:rsid w:val="00A46DF9"/>
    <w:rsid w:val="00A46E2D"/>
    <w:rsid w:val="00A50B29"/>
    <w:rsid w:val="00A512D2"/>
    <w:rsid w:val="00A611A3"/>
    <w:rsid w:val="00A64198"/>
    <w:rsid w:val="00A66348"/>
    <w:rsid w:val="00A66DBE"/>
    <w:rsid w:val="00A756AB"/>
    <w:rsid w:val="00A84C66"/>
    <w:rsid w:val="00A8607A"/>
    <w:rsid w:val="00A92CB9"/>
    <w:rsid w:val="00A96C12"/>
    <w:rsid w:val="00AA7B61"/>
    <w:rsid w:val="00AB1771"/>
    <w:rsid w:val="00AB27C8"/>
    <w:rsid w:val="00AB54BA"/>
    <w:rsid w:val="00AC03C0"/>
    <w:rsid w:val="00AC24F9"/>
    <w:rsid w:val="00AC59E5"/>
    <w:rsid w:val="00AC6C6B"/>
    <w:rsid w:val="00AC712C"/>
    <w:rsid w:val="00AC73A4"/>
    <w:rsid w:val="00AD05C6"/>
    <w:rsid w:val="00AD3D2A"/>
    <w:rsid w:val="00AD6B47"/>
    <w:rsid w:val="00AF2654"/>
    <w:rsid w:val="00B00B14"/>
    <w:rsid w:val="00B10E9F"/>
    <w:rsid w:val="00B12309"/>
    <w:rsid w:val="00B172F7"/>
    <w:rsid w:val="00B22F3A"/>
    <w:rsid w:val="00B23B4E"/>
    <w:rsid w:val="00B26595"/>
    <w:rsid w:val="00B31804"/>
    <w:rsid w:val="00B31C6B"/>
    <w:rsid w:val="00B341E7"/>
    <w:rsid w:val="00B43723"/>
    <w:rsid w:val="00B44B54"/>
    <w:rsid w:val="00B5001F"/>
    <w:rsid w:val="00B54BE3"/>
    <w:rsid w:val="00B5702A"/>
    <w:rsid w:val="00B572B2"/>
    <w:rsid w:val="00B57E0F"/>
    <w:rsid w:val="00B62FF3"/>
    <w:rsid w:val="00B6331B"/>
    <w:rsid w:val="00B63CC2"/>
    <w:rsid w:val="00B67985"/>
    <w:rsid w:val="00B717BB"/>
    <w:rsid w:val="00B71812"/>
    <w:rsid w:val="00B75CEF"/>
    <w:rsid w:val="00B82809"/>
    <w:rsid w:val="00B8347A"/>
    <w:rsid w:val="00B85D61"/>
    <w:rsid w:val="00B93CEC"/>
    <w:rsid w:val="00B95108"/>
    <w:rsid w:val="00BA1565"/>
    <w:rsid w:val="00BA3268"/>
    <w:rsid w:val="00BB13B3"/>
    <w:rsid w:val="00BB3F3E"/>
    <w:rsid w:val="00BB3FCB"/>
    <w:rsid w:val="00BC1406"/>
    <w:rsid w:val="00BC3DBE"/>
    <w:rsid w:val="00BC44DF"/>
    <w:rsid w:val="00BD1F36"/>
    <w:rsid w:val="00BD3C47"/>
    <w:rsid w:val="00BD73B7"/>
    <w:rsid w:val="00BE0ADD"/>
    <w:rsid w:val="00BE0B86"/>
    <w:rsid w:val="00BE1B39"/>
    <w:rsid w:val="00BE2DE4"/>
    <w:rsid w:val="00BF0A80"/>
    <w:rsid w:val="00BF1046"/>
    <w:rsid w:val="00BF45F4"/>
    <w:rsid w:val="00BF791A"/>
    <w:rsid w:val="00C06926"/>
    <w:rsid w:val="00C06BEA"/>
    <w:rsid w:val="00C07B4F"/>
    <w:rsid w:val="00C11B3E"/>
    <w:rsid w:val="00C1493F"/>
    <w:rsid w:val="00C16063"/>
    <w:rsid w:val="00C20F52"/>
    <w:rsid w:val="00C30D74"/>
    <w:rsid w:val="00C31D5E"/>
    <w:rsid w:val="00C33AEF"/>
    <w:rsid w:val="00C35128"/>
    <w:rsid w:val="00C36E68"/>
    <w:rsid w:val="00C36F24"/>
    <w:rsid w:val="00C42806"/>
    <w:rsid w:val="00C44D39"/>
    <w:rsid w:val="00C45509"/>
    <w:rsid w:val="00C50738"/>
    <w:rsid w:val="00C56BD9"/>
    <w:rsid w:val="00C734D8"/>
    <w:rsid w:val="00C756CA"/>
    <w:rsid w:val="00C76263"/>
    <w:rsid w:val="00C84699"/>
    <w:rsid w:val="00C8659E"/>
    <w:rsid w:val="00C91D2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01F1B"/>
    <w:rsid w:val="00D1009F"/>
    <w:rsid w:val="00D125BC"/>
    <w:rsid w:val="00D14581"/>
    <w:rsid w:val="00D14EB1"/>
    <w:rsid w:val="00D16CA1"/>
    <w:rsid w:val="00D2072E"/>
    <w:rsid w:val="00D20C68"/>
    <w:rsid w:val="00D23084"/>
    <w:rsid w:val="00D233C7"/>
    <w:rsid w:val="00D26CB2"/>
    <w:rsid w:val="00D271DD"/>
    <w:rsid w:val="00D27C5D"/>
    <w:rsid w:val="00D312CA"/>
    <w:rsid w:val="00D312D3"/>
    <w:rsid w:val="00D34C3F"/>
    <w:rsid w:val="00D41565"/>
    <w:rsid w:val="00D43948"/>
    <w:rsid w:val="00D4602D"/>
    <w:rsid w:val="00D507D5"/>
    <w:rsid w:val="00D52981"/>
    <w:rsid w:val="00D53C05"/>
    <w:rsid w:val="00D5430F"/>
    <w:rsid w:val="00D564F1"/>
    <w:rsid w:val="00D572B1"/>
    <w:rsid w:val="00D62DB0"/>
    <w:rsid w:val="00D62FB8"/>
    <w:rsid w:val="00D6388A"/>
    <w:rsid w:val="00D64224"/>
    <w:rsid w:val="00D70009"/>
    <w:rsid w:val="00D757F3"/>
    <w:rsid w:val="00D8365B"/>
    <w:rsid w:val="00D86FF7"/>
    <w:rsid w:val="00D87F41"/>
    <w:rsid w:val="00D93167"/>
    <w:rsid w:val="00D93FB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C7BD9"/>
    <w:rsid w:val="00DD543B"/>
    <w:rsid w:val="00DE50DD"/>
    <w:rsid w:val="00DF008A"/>
    <w:rsid w:val="00DF1A9A"/>
    <w:rsid w:val="00DF34E9"/>
    <w:rsid w:val="00E0249F"/>
    <w:rsid w:val="00E05043"/>
    <w:rsid w:val="00E07978"/>
    <w:rsid w:val="00E11F92"/>
    <w:rsid w:val="00E1400B"/>
    <w:rsid w:val="00E148A0"/>
    <w:rsid w:val="00E14F37"/>
    <w:rsid w:val="00E17157"/>
    <w:rsid w:val="00E3022D"/>
    <w:rsid w:val="00E31641"/>
    <w:rsid w:val="00E3453C"/>
    <w:rsid w:val="00E361C4"/>
    <w:rsid w:val="00E44C84"/>
    <w:rsid w:val="00E5123C"/>
    <w:rsid w:val="00E552CE"/>
    <w:rsid w:val="00E62B4D"/>
    <w:rsid w:val="00E65DBA"/>
    <w:rsid w:val="00E66CFD"/>
    <w:rsid w:val="00E720C2"/>
    <w:rsid w:val="00E721EC"/>
    <w:rsid w:val="00E75678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A1FB2"/>
    <w:rsid w:val="00EB04D6"/>
    <w:rsid w:val="00EB62A7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EF7E69"/>
    <w:rsid w:val="00F02E0D"/>
    <w:rsid w:val="00F05EB0"/>
    <w:rsid w:val="00F079F6"/>
    <w:rsid w:val="00F1324A"/>
    <w:rsid w:val="00F23E77"/>
    <w:rsid w:val="00F27895"/>
    <w:rsid w:val="00F31235"/>
    <w:rsid w:val="00F31E36"/>
    <w:rsid w:val="00F420E5"/>
    <w:rsid w:val="00F42FC4"/>
    <w:rsid w:val="00F453AC"/>
    <w:rsid w:val="00F45461"/>
    <w:rsid w:val="00F50032"/>
    <w:rsid w:val="00F5150F"/>
    <w:rsid w:val="00F53D99"/>
    <w:rsid w:val="00F57114"/>
    <w:rsid w:val="00F61D36"/>
    <w:rsid w:val="00F634A2"/>
    <w:rsid w:val="00F65276"/>
    <w:rsid w:val="00F655BC"/>
    <w:rsid w:val="00F65C85"/>
    <w:rsid w:val="00F66A38"/>
    <w:rsid w:val="00F674D5"/>
    <w:rsid w:val="00F71500"/>
    <w:rsid w:val="00F73017"/>
    <w:rsid w:val="00F73DA3"/>
    <w:rsid w:val="00F912CB"/>
    <w:rsid w:val="00FA1EB2"/>
    <w:rsid w:val="00FA2E86"/>
    <w:rsid w:val="00FA3CFC"/>
    <w:rsid w:val="00FA4139"/>
    <w:rsid w:val="00FA4E80"/>
    <w:rsid w:val="00FB00FA"/>
    <w:rsid w:val="00FB0840"/>
    <w:rsid w:val="00FC126D"/>
    <w:rsid w:val="00FC1C13"/>
    <w:rsid w:val="00FC4095"/>
    <w:rsid w:val="00FD0543"/>
    <w:rsid w:val="00FD1F52"/>
    <w:rsid w:val="00FD26B7"/>
    <w:rsid w:val="00FD41C4"/>
    <w:rsid w:val="00FD76C0"/>
    <w:rsid w:val="00FE16E3"/>
    <w:rsid w:val="00FE28F8"/>
    <w:rsid w:val="00FE3B6B"/>
    <w:rsid w:val="00FF2886"/>
    <w:rsid w:val="00FF291A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FD76C0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FD76C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9CCBB-4170-457E-9F7C-E161164BA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23</TotalTime>
  <Pages>1</Pages>
  <Words>270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35</cp:revision>
  <cp:lastPrinted>2018-04-10T11:35:00Z</cp:lastPrinted>
  <dcterms:created xsi:type="dcterms:W3CDTF">2018-08-07T12:59:00Z</dcterms:created>
  <dcterms:modified xsi:type="dcterms:W3CDTF">2018-08-14T11:26:00Z</dcterms:modified>
</cp:coreProperties>
</file>